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C8F7094-3A65-4A6A-839A-D2BDFB6E82D3}"/>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